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12CD9A0F" w:rsidR="00354C5C" w:rsidRDefault="00354C5C" w:rsidP="006E5C6C">
      <w:r>
        <w:t xml:space="preserve">Příloha č. </w:t>
      </w:r>
      <w:r w:rsidR="00232F4A">
        <w:t>3</w:t>
      </w:r>
      <w:r w:rsidR="00685E0E">
        <w:t>a</w:t>
      </w:r>
      <w:r>
        <w:t xml:space="preserve"> Výzvy k podání nabídky</w:t>
      </w:r>
    </w:p>
    <w:p w14:paraId="523FE11F" w14:textId="1AE8D68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66951">
        <w:rPr>
          <w:b/>
          <w:color w:val="FF5200" w:themeColor="accent2"/>
          <w:sz w:val="36"/>
          <w:szCs w:val="36"/>
        </w:rPr>
        <w:t>„</w:t>
      </w:r>
      <w:r w:rsidR="00766951" w:rsidRPr="00F24807">
        <w:rPr>
          <w:b/>
          <w:color w:val="FF5200" w:themeColor="accent2"/>
          <w:sz w:val="36"/>
          <w:szCs w:val="36"/>
        </w:rPr>
        <w:t>Technická výpomoc – zaměření mapových podkladů</w:t>
      </w:r>
      <w:r w:rsidR="00410610" w:rsidRPr="00F24807">
        <w:rPr>
          <w:b/>
          <w:color w:val="FF5200" w:themeColor="accent2"/>
          <w:sz w:val="36"/>
          <w:szCs w:val="36"/>
        </w:rPr>
        <w:t xml:space="preserve"> </w:t>
      </w:r>
      <w:r w:rsidR="00410610" w:rsidRPr="00410610">
        <w:rPr>
          <w:b/>
          <w:color w:val="FF5200" w:themeColor="accent2"/>
          <w:sz w:val="36"/>
          <w:szCs w:val="36"/>
        </w:rPr>
        <w:t xml:space="preserve">vybraných železničních stanic ve Správě tratí Ústí nad Labem a </w:t>
      </w:r>
      <w:r w:rsidR="00410610" w:rsidRPr="00F24807">
        <w:rPr>
          <w:b/>
          <w:color w:val="FF5200" w:themeColor="accent2"/>
          <w:sz w:val="36"/>
          <w:szCs w:val="36"/>
        </w:rPr>
        <w:t xml:space="preserve">Liberec </w:t>
      </w:r>
      <w:r w:rsidR="00685E0E" w:rsidRPr="00F24807">
        <w:rPr>
          <w:b/>
          <w:color w:val="FF5200" w:themeColor="accent2"/>
          <w:sz w:val="36"/>
          <w:szCs w:val="36"/>
        </w:rPr>
        <w:t>I. část</w:t>
      </w:r>
      <w:r w:rsidR="0031280B" w:rsidRPr="00F24807">
        <w:rPr>
          <w:b/>
          <w:color w:val="FF5200" w:themeColor="accent2"/>
          <w:sz w:val="36"/>
          <w:szCs w:val="36"/>
        </w:rPr>
        <w:t>“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10610" w:rsidRPr="0041061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4162</w:t>
      </w:r>
      <w:r w:rsidR="00766951" w:rsidRPr="0041061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F2480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F2480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F2480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F2480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F24807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C8E3A6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48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480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2F9792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484166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825BFF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48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480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A2FE1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389D1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32F4A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10610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85E0E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1639C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F0533E"/>
    <w:rsid w:val="00F1048D"/>
    <w:rsid w:val="00F12DEC"/>
    <w:rsid w:val="00F1715C"/>
    <w:rsid w:val="00F24807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3F8FD3-A635-4797-A09A-F6CD7957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40</TotalTime>
  <Pages>4</Pages>
  <Words>537</Words>
  <Characters>3172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21</cp:revision>
  <cp:lastPrinted>2017-11-28T17:18:00Z</cp:lastPrinted>
  <dcterms:created xsi:type="dcterms:W3CDTF">2020-06-29T15:29:00Z</dcterms:created>
  <dcterms:modified xsi:type="dcterms:W3CDTF">2020-09-21T10:58:00Z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